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sz w:val="44"/>
          <w:szCs w:val="44"/>
          <w:lang w:eastAsia="zh-CN"/>
        </w:rPr>
      </w:pPr>
      <w:r>
        <w:rPr>
          <w:rFonts w:hint="eastAsia" w:ascii="黑体" w:hAnsi="黑体" w:eastAsia="黑体" w:cs="黑体"/>
          <w:sz w:val="44"/>
          <w:szCs w:val="44"/>
          <w:lang w:eastAsia="zh-CN"/>
        </w:rPr>
        <w:t>涞水县公安局</w:t>
      </w:r>
    </w:p>
    <w:p>
      <w:pPr>
        <w:jc w:val="center"/>
        <w:rPr>
          <w:rFonts w:hint="eastAsia" w:ascii="黑体" w:hAnsi="黑体" w:eastAsia="黑体" w:cs="黑体"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sz w:val="44"/>
          <w:szCs w:val="44"/>
          <w:lang w:val="en-US" w:eastAsia="zh-CN"/>
        </w:rPr>
        <w:t>2021年度绩效自评工作报告</w:t>
      </w:r>
    </w:p>
    <w:p>
      <w:pPr>
        <w:jc w:val="center"/>
        <w:rPr>
          <w:rFonts w:hint="eastAsia" w:ascii="黑体" w:hAnsi="黑体" w:eastAsia="黑体" w:cs="黑体"/>
          <w:sz w:val="44"/>
          <w:szCs w:val="44"/>
          <w:lang w:val="en-US" w:eastAsia="zh-CN"/>
        </w:rPr>
      </w:pPr>
    </w:p>
    <w:p>
      <w:pPr>
        <w:numPr>
          <w:ilvl w:val="0"/>
          <w:numId w:val="1"/>
        </w:numPr>
        <w:ind w:firstLine="640" w:firstLineChars="200"/>
        <w:jc w:val="both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绩效自评工作组织开展情况</w:t>
      </w:r>
    </w:p>
    <w:p>
      <w:pPr>
        <w:numPr>
          <w:ilvl w:val="0"/>
          <w:numId w:val="0"/>
        </w:numPr>
        <w:ind w:firstLine="640"/>
        <w:jc w:val="both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接《涞水县财政局关于开展2021年度财政资金预算执行情况绩效自评工作的通知》后，我局领导高度重视，立即安排专门人员根据通知要求对我单位2021年度项目支出资金逐一进行绩效自评。</w:t>
      </w:r>
    </w:p>
    <w:p>
      <w:pPr>
        <w:numPr>
          <w:ilvl w:val="0"/>
          <w:numId w:val="0"/>
        </w:numPr>
        <w:ind w:firstLine="640"/>
        <w:jc w:val="both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我局成立由县局党委副书记、政委万玉恒同志任组长、警务保障室主任赵志新同志任副组长，相关科室负责人为成员的绩效评价工作小组，明确了各成员在此次自评工作中的职责。</w:t>
      </w:r>
    </w:p>
    <w:p>
      <w:pPr>
        <w:numPr>
          <w:ilvl w:val="0"/>
          <w:numId w:val="0"/>
        </w:numPr>
        <w:ind w:firstLine="640"/>
        <w:jc w:val="both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按照2021年预算执行项目情况，纳入我单位财政支出绩效评价自评项目共计23项（中央及省级转移支付资金已进行自评），涉及金额1008.05万元，主要包括拘留所定额经费16万元、武警中队运兵车运行维护费1万元、警犬经费15万元、禁毒经费6.5万元、重大经济案件鉴定费30万元、平安城市与天网租赁费89.45万元、专项公用经费差额186.93万元、武警中队取暖费6万元、看守所智慧监所监所100万元、扫黑除恶工作经费20万元、看守所定额经费68.88万元、执法办案场所监所工程款240万元等23项。</w:t>
      </w:r>
    </w:p>
    <w:p>
      <w:pPr>
        <w:numPr>
          <w:ilvl w:val="0"/>
          <w:numId w:val="0"/>
        </w:numPr>
        <w:ind w:firstLine="640"/>
        <w:jc w:val="both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评价方法：</w:t>
      </w:r>
    </w:p>
    <w:p>
      <w:pPr>
        <w:numPr>
          <w:ilvl w:val="0"/>
          <w:numId w:val="2"/>
        </w:numPr>
        <w:ind w:firstLine="640"/>
        <w:jc w:val="both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召开碰头会议，听取各个项目完成情况汇报。</w:t>
      </w:r>
    </w:p>
    <w:p>
      <w:pPr>
        <w:numPr>
          <w:ilvl w:val="0"/>
          <w:numId w:val="2"/>
        </w:numPr>
        <w:ind w:firstLine="640"/>
        <w:jc w:val="both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收集核查资料。收集涉及项目相关政策文件和项目相关制度等资料，核查相关制度是否完善，资金使用和费用报销是否合规、手续是否齐全，是否存在挤占、截留、挪用等情况。</w:t>
      </w:r>
    </w:p>
    <w:p>
      <w:pPr>
        <w:numPr>
          <w:ilvl w:val="0"/>
          <w:numId w:val="2"/>
        </w:numPr>
        <w:ind w:firstLine="640"/>
        <w:jc w:val="both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得出评价结论，形成绩效评价报告。</w:t>
      </w:r>
    </w:p>
    <w:p>
      <w:pPr>
        <w:numPr>
          <w:ilvl w:val="0"/>
          <w:numId w:val="0"/>
        </w:numPr>
        <w:ind w:firstLine="640"/>
        <w:jc w:val="both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二、绩效目标实现情况</w:t>
      </w:r>
    </w:p>
    <w:p>
      <w:pPr>
        <w:numPr>
          <w:ilvl w:val="0"/>
          <w:numId w:val="0"/>
        </w:numPr>
        <w:ind w:firstLine="640"/>
        <w:jc w:val="both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通过自评，我单位的23个项目，预算总体评分均为90分及以上，评价结果为优秀等次。</w:t>
      </w:r>
    </w:p>
    <w:p>
      <w:pPr>
        <w:numPr>
          <w:ilvl w:val="0"/>
          <w:numId w:val="0"/>
        </w:numPr>
        <w:ind w:firstLine="640"/>
        <w:jc w:val="both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三、绩效目标实现情况</w:t>
      </w:r>
    </w:p>
    <w:p>
      <w:pPr>
        <w:numPr>
          <w:ilvl w:val="0"/>
          <w:numId w:val="0"/>
        </w:numPr>
        <w:ind w:firstLine="640" w:firstLineChars="200"/>
        <w:jc w:val="both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年初绩效目标设定清晰准确，绩效指标全面完整，科学管理、绩效标准适当适宜、易于评价，我部门年初绩效目标设定的较容易完成评价。</w:t>
      </w:r>
    </w:p>
    <w:p>
      <w:pPr>
        <w:numPr>
          <w:ilvl w:val="0"/>
          <w:numId w:val="3"/>
        </w:numPr>
        <w:ind w:firstLine="640" w:firstLineChars="200"/>
        <w:jc w:val="both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整改措施及结果应用</w:t>
      </w:r>
    </w:p>
    <w:p>
      <w:pPr>
        <w:numPr>
          <w:ilvl w:val="0"/>
          <w:numId w:val="4"/>
        </w:numPr>
        <w:ind w:left="640" w:leftChars="0" w:firstLine="0" w:firstLineChars="0"/>
        <w:jc w:val="both"/>
        <w:rPr>
          <w:rFonts w:hint="eastAsia" w:ascii="楷体" w:hAnsi="楷体" w:eastAsia="楷体" w:cs="楷体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对绩效评价工作的认识有待提高。</w:t>
      </w:r>
    </w:p>
    <w:p>
      <w:pPr>
        <w:numPr>
          <w:ilvl w:val="0"/>
          <w:numId w:val="0"/>
        </w:numPr>
        <w:ind w:firstLine="640"/>
        <w:jc w:val="both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通过绩效评价工作的逐步推进，我单位逐步树立了绩效理念，对预算绩效评价工作的态度由被动变为主动，但了解还不够深入，各职责部门配合不够，往往只能提供有限的财务资料及简单的实施计划，绩效评价工作内容较为粗浅。</w:t>
      </w:r>
    </w:p>
    <w:p>
      <w:pPr>
        <w:numPr>
          <w:ilvl w:val="0"/>
          <w:numId w:val="4"/>
        </w:numPr>
        <w:ind w:left="640" w:leftChars="0" w:firstLine="0" w:firstLineChars="0"/>
        <w:jc w:val="both"/>
        <w:rPr>
          <w:rFonts w:hint="eastAsia" w:ascii="楷体" w:hAnsi="楷体" w:eastAsia="楷体" w:cs="楷体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人员素质有待进一步提供</w:t>
      </w:r>
    </w:p>
    <w:p>
      <w:pPr>
        <w:numPr>
          <w:ilvl w:val="0"/>
          <w:numId w:val="0"/>
        </w:numPr>
        <w:ind w:firstLine="640"/>
        <w:jc w:val="both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由于预算绩效管理工作开展时间短、涉及面广、专业性强，我部门相关人员缺乏系统的培训，对预算绩效管理理解不充分，对业务不精通，在一定程度上影响了绩效评价工作质量。</w:t>
      </w:r>
    </w:p>
    <w:p>
      <w:pPr>
        <w:numPr>
          <w:ilvl w:val="0"/>
          <w:numId w:val="0"/>
        </w:numPr>
        <w:ind w:firstLine="640" w:firstLineChars="200"/>
        <w:jc w:val="both"/>
        <w:rPr>
          <w:rFonts w:hint="default" w:ascii="黑体" w:hAnsi="黑体" w:eastAsia="黑体" w:cs="黑体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ind w:firstLine="640" w:firstLineChars="200"/>
        <w:jc w:val="both"/>
        <w:rPr>
          <w:rFonts w:hint="default" w:ascii="黑体" w:hAnsi="黑体" w:eastAsia="黑体" w:cs="黑体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ind w:firstLine="5760" w:firstLineChars="1800"/>
        <w:jc w:val="both"/>
        <w:rPr>
          <w:rFonts w:hint="eastAsia" w:ascii="黑体" w:hAnsi="黑体" w:eastAsia="黑体" w:cs="黑体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ind w:firstLine="5760" w:firstLineChars="1800"/>
        <w:jc w:val="both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ind w:firstLine="5760" w:firstLineChars="1800"/>
        <w:jc w:val="both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涞水县公安局</w:t>
      </w:r>
    </w:p>
    <w:p>
      <w:pPr>
        <w:numPr>
          <w:ilvl w:val="0"/>
          <w:numId w:val="0"/>
        </w:numPr>
        <w:ind w:firstLine="640" w:firstLineChars="200"/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                        2022年4月29日</w:t>
      </w:r>
    </w:p>
    <w:p>
      <w:pPr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3C4FC89"/>
    <w:multiLevelType w:val="singleLevel"/>
    <w:tmpl w:val="E3C4FC89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34C4CCD8"/>
    <w:multiLevelType w:val="singleLevel"/>
    <w:tmpl w:val="34C4CCD8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3A8B2943"/>
    <w:multiLevelType w:val="singleLevel"/>
    <w:tmpl w:val="3A8B2943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abstractNum w:abstractNumId="3">
    <w:nsid w:val="4A09B1DD"/>
    <w:multiLevelType w:val="singleLevel"/>
    <w:tmpl w:val="4A09B1DD"/>
    <w:lvl w:ilvl="0" w:tentative="0">
      <w:start w:val="1"/>
      <w:numFmt w:val="chineseCounting"/>
      <w:suff w:val="nothing"/>
      <w:lvlText w:val="（%1）"/>
      <w:lvlJc w:val="left"/>
      <w:pPr>
        <w:ind w:left="640" w:leftChars="0" w:firstLine="0" w:firstLineChars="0"/>
      </w:pPr>
      <w:rPr>
        <w:rFonts w:hint="eastAsia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9753206"/>
    <w:rsid w:val="016D0077"/>
    <w:rsid w:val="03D920B5"/>
    <w:rsid w:val="044F45D6"/>
    <w:rsid w:val="075D6F6E"/>
    <w:rsid w:val="0A782C53"/>
    <w:rsid w:val="10BD633D"/>
    <w:rsid w:val="11952D9F"/>
    <w:rsid w:val="11C73DCF"/>
    <w:rsid w:val="1209727F"/>
    <w:rsid w:val="13345C0C"/>
    <w:rsid w:val="13C42DEB"/>
    <w:rsid w:val="144A6F61"/>
    <w:rsid w:val="18E23E35"/>
    <w:rsid w:val="1AC35BC6"/>
    <w:rsid w:val="1B614B90"/>
    <w:rsid w:val="20A03D04"/>
    <w:rsid w:val="22B40277"/>
    <w:rsid w:val="2AF84D00"/>
    <w:rsid w:val="2FCD5D82"/>
    <w:rsid w:val="307A4656"/>
    <w:rsid w:val="30AE771B"/>
    <w:rsid w:val="31AA0438"/>
    <w:rsid w:val="31BB10BA"/>
    <w:rsid w:val="3B1371F5"/>
    <w:rsid w:val="3ED566F2"/>
    <w:rsid w:val="42B20525"/>
    <w:rsid w:val="45695400"/>
    <w:rsid w:val="47D27B2D"/>
    <w:rsid w:val="49AF436D"/>
    <w:rsid w:val="4A183E9C"/>
    <w:rsid w:val="4E0E527F"/>
    <w:rsid w:val="51834F08"/>
    <w:rsid w:val="51E71BB4"/>
    <w:rsid w:val="52C10260"/>
    <w:rsid w:val="5527575F"/>
    <w:rsid w:val="55516D43"/>
    <w:rsid w:val="55F671C3"/>
    <w:rsid w:val="578E6E66"/>
    <w:rsid w:val="57A92099"/>
    <w:rsid w:val="59753206"/>
    <w:rsid w:val="5EE44EBD"/>
    <w:rsid w:val="5EE81413"/>
    <w:rsid w:val="65A86069"/>
    <w:rsid w:val="69B33898"/>
    <w:rsid w:val="6D970E1E"/>
    <w:rsid w:val="71A23FFC"/>
    <w:rsid w:val="724F11D5"/>
    <w:rsid w:val="72E3783D"/>
    <w:rsid w:val="756252B7"/>
    <w:rsid w:val="77903AFA"/>
    <w:rsid w:val="7C8B33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201</TotalTime>
  <ScaleCrop>false</ScaleCrop>
  <LinksUpToDate>false</LinksUpToDate>
  <CharactersWithSpaces>0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2021-08-30T07:55:00Z</dcterms:created>
  <dc:creator>木木女未</dc:creator>
  <cp:lastModifiedBy>Administrator</cp:lastModifiedBy>
  <cp:lastPrinted>2022-04-29T03:14:28Z</cp:lastPrinted>
  <dcterms:modified xsi:type="dcterms:W3CDTF">2022-04-29T03:21:07Z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2052-11.1.0.9021</vt:lpwstr>
  </property>
  <property fmtid="{D5CDD505-2E9C-101B-9397-08002B2CF9AE}" pid="3" name="ICV">
    <vt:lpwstr>746E7947F27F41BC98E08E7E06D8BB4A</vt:lpwstr>
  </property>
</Properties>
</file>